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C164ABB-6BF2-4E53-BBAF-F481CB05CB5E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